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57A" w:rsidRPr="00857D84" w:rsidRDefault="003E257A">
      <w:pPr>
        <w:rPr>
          <w:rFonts w:ascii="Times New Roman" w:hAnsi="Times New Roman"/>
        </w:rPr>
      </w:pPr>
      <w:r w:rsidRPr="00857D84">
        <w:rPr>
          <w:rFonts w:ascii="Times New Roman" w:hAnsi="Times New Roman"/>
        </w:rPr>
        <w:t>Response to Reviewer #9</w:t>
      </w:r>
    </w:p>
    <w:p w:rsidR="003E257A" w:rsidRPr="00857D84" w:rsidRDefault="003E257A">
      <w:pPr>
        <w:rPr>
          <w:rFonts w:ascii="Times New Roman" w:hAnsi="Times New Roman"/>
        </w:rPr>
      </w:pPr>
      <w:r w:rsidRPr="00857D84">
        <w:rPr>
          <w:rFonts w:ascii="Times New Roman" w:hAnsi="Times New Roman"/>
        </w:rPr>
        <w:t>Thank you for taking the time to review this manuscript. It is encouraging to hear know that you find this information directly applicable and informative to you in your work. Based on comments from the other two reviewers many changes have been made to strengthen the manuscript. Thank you for the essential role that you play in bringing information such as that contained in this manuscript and those of other studies to the general public.</w:t>
      </w:r>
    </w:p>
    <w:p w:rsidR="003E257A" w:rsidRDefault="003E257A"/>
    <w:p w:rsidR="003E257A" w:rsidRDefault="003E257A"/>
    <w:sectPr w:rsidR="003E257A" w:rsidSect="0046498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4870"/>
    <w:rsid w:val="00117BCC"/>
    <w:rsid w:val="003E257A"/>
    <w:rsid w:val="00464989"/>
    <w:rsid w:val="007B3B70"/>
    <w:rsid w:val="00857D84"/>
    <w:rsid w:val="00A77341"/>
    <w:rsid w:val="00E04E1D"/>
    <w:rsid w:val="00E13EE8"/>
    <w:rsid w:val="00F848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989"/>
    <w:pPr>
      <w:spacing w:after="200" w:line="276" w:lineRule="auto"/>
    </w:pPr>
    <w:rPr>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70</Words>
  <Characters>400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lastModifiedBy>
  <cp:revision>3</cp:revision>
  <dcterms:created xsi:type="dcterms:W3CDTF">2011-12-22T17:23:00Z</dcterms:created>
  <dcterms:modified xsi:type="dcterms:W3CDTF">2012-01-16T21:46:00Z</dcterms:modified>
</cp:coreProperties>
</file>